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8E29EAF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E319F2">
        <w:rPr>
          <w:rStyle w:val="Strong"/>
          <w:rFonts w:asciiTheme="minorHAnsi" w:hAnsiTheme="minorHAnsi" w:cstheme="minorHAnsi"/>
          <w:lang w:val="en-GB"/>
        </w:rPr>
        <w:t>12-G004-22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D396235" w:rsidR="00B0293A" w:rsidRPr="00251A4B" w:rsidRDefault="00506F2D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KPS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6005065" w:rsidR="00B0293A" w:rsidRPr="00532E97" w:rsidRDefault="00506F2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</w:t>
            </w:r>
            <w:r w:rsidR="00E319F2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462E8B3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E319F2">
              <w:rPr>
                <w:rFonts w:ascii="Calibri" w:hAnsi="Calibri"/>
                <w:szCs w:val="20"/>
                <w:highlight w:val="yellow"/>
              </w:rPr>
              <w:t>23/05/22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73270E71" w:rsidR="00B0293A" w:rsidRPr="00251A4B" w:rsidRDefault="00506F2D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KPS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B993CF6" w:rsidR="00B0293A" w:rsidRPr="00251A4B" w:rsidRDefault="00E319F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25/05/22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35CE298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E319F2">
              <w:rPr>
                <w:rFonts w:ascii="Calibri" w:hAnsi="Calibri"/>
                <w:szCs w:val="20"/>
                <w:highlight w:val="yellow"/>
              </w:rPr>
              <w:t>02/06/22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33FF6ED5" w:rsidR="00B0293A" w:rsidRPr="00251A4B" w:rsidRDefault="00FE533B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KPS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58D8C5C" w:rsidR="00B0293A" w:rsidRPr="00532E97" w:rsidRDefault="00FE53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E319F2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</w:t>
            </w:r>
            <w:r w:rsidR="00E319F2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50061B43" w:rsidR="00B0293A" w:rsidRPr="00251A4B" w:rsidRDefault="00FE533B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KPS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692734F" w:rsidR="00B0293A" w:rsidRPr="00532E97" w:rsidRDefault="00E319F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FE533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FE533B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85E7F3F" w:rsidR="00B0293A" w:rsidRPr="00532E97" w:rsidRDefault="00E319F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FE533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FE533B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7EA74FC" w:rsidR="00B0293A" w:rsidRPr="00532E97" w:rsidRDefault="0038512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E319F2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</w:t>
            </w:r>
            <w:r w:rsidR="00E319F2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09029FD" w:rsidR="00B0293A" w:rsidRPr="00532E97" w:rsidRDefault="00E319F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24/06/22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9AB3A" w14:textId="77777777" w:rsidR="000F775B" w:rsidRDefault="000F775B">
      <w:r>
        <w:separator/>
      </w:r>
    </w:p>
  </w:endnote>
  <w:endnote w:type="continuationSeparator" w:id="0">
    <w:p w14:paraId="40B07B71" w14:textId="77777777" w:rsidR="000F775B" w:rsidRDefault="000F775B">
      <w:r>
        <w:continuationSeparator/>
      </w:r>
    </w:p>
  </w:endnote>
  <w:endnote w:type="continuationNotice" w:id="1">
    <w:p w14:paraId="39444C31" w14:textId="77777777" w:rsidR="000F775B" w:rsidRDefault="000F77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3F3B6F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319F2">
      <w:rPr>
        <w:noProof/>
      </w:rPr>
      <w:t>2022-05-19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52456" w14:textId="77777777" w:rsidR="000F775B" w:rsidRDefault="000F775B">
      <w:r>
        <w:separator/>
      </w:r>
    </w:p>
  </w:footnote>
  <w:footnote w:type="continuationSeparator" w:id="0">
    <w:p w14:paraId="43A9D0A5" w14:textId="77777777" w:rsidR="000F775B" w:rsidRDefault="000F775B">
      <w:r>
        <w:continuationSeparator/>
      </w:r>
    </w:p>
  </w:footnote>
  <w:footnote w:type="continuationNotice" w:id="1">
    <w:p w14:paraId="389357D5" w14:textId="77777777" w:rsidR="000F775B" w:rsidRDefault="000F77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49629">
    <w:abstractNumId w:val="1"/>
  </w:num>
  <w:num w:numId="2" w16cid:durableId="153225804">
    <w:abstractNumId w:val="10"/>
  </w:num>
  <w:num w:numId="3" w16cid:durableId="890653674">
    <w:abstractNumId w:val="11"/>
  </w:num>
  <w:num w:numId="4" w16cid:durableId="46417608">
    <w:abstractNumId w:val="4"/>
  </w:num>
  <w:num w:numId="5" w16cid:durableId="1975214901">
    <w:abstractNumId w:val="3"/>
  </w:num>
  <w:num w:numId="6" w16cid:durableId="127211224">
    <w:abstractNumId w:val="7"/>
  </w:num>
  <w:num w:numId="7" w16cid:durableId="151874218">
    <w:abstractNumId w:val="5"/>
  </w:num>
  <w:num w:numId="8" w16cid:durableId="1485242693">
    <w:abstractNumId w:val="9"/>
  </w:num>
  <w:num w:numId="9" w16cid:durableId="76440833">
    <w:abstractNumId w:val="0"/>
  </w:num>
  <w:num w:numId="10" w16cid:durableId="872576828">
    <w:abstractNumId w:val="8"/>
  </w:num>
  <w:num w:numId="11" w16cid:durableId="1733889025">
    <w:abstractNumId w:val="2"/>
  </w:num>
  <w:num w:numId="12" w16cid:durableId="207920810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75B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225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12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F2D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19F2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33B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1249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3</cp:revision>
  <cp:lastPrinted>2013-10-18T08:32:00Z</cp:lastPrinted>
  <dcterms:created xsi:type="dcterms:W3CDTF">2022-04-13T22:43:00Z</dcterms:created>
  <dcterms:modified xsi:type="dcterms:W3CDTF">2022-05-18T21:27:00Z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